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248" w:rsidRDefault="000D7248" w:rsidP="002716CE">
      <w:pPr>
        <w:jc w:val="center"/>
      </w:pPr>
      <w:r w:rsidRPr="00ED1C7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05.75pt;height:101.25pt;visibility:visible">
            <v:imagedata r:id="rId7" o:title="" gain="142470f" blacklevel="-7864f"/>
          </v:shape>
        </w:pict>
      </w:r>
    </w:p>
    <w:p w:rsidR="000D7248" w:rsidRDefault="000D7248" w:rsidP="002716CE">
      <w:pPr>
        <w:pStyle w:val="Heading1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0D7248" w:rsidRDefault="000D7248" w:rsidP="002716CE">
      <w:pPr>
        <w:pStyle w:val="Heading1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0D7248" w:rsidRDefault="000D7248" w:rsidP="002716CE">
      <w:pPr>
        <w:pStyle w:val="Heading1"/>
      </w:pPr>
      <w:r>
        <w:t>(третьего созыва)</w:t>
      </w:r>
    </w:p>
    <w:p w:rsidR="000D7248" w:rsidRDefault="000D7248" w:rsidP="002716CE">
      <w:pPr>
        <w:rPr>
          <w:sz w:val="24"/>
        </w:rPr>
      </w:pPr>
    </w:p>
    <w:p w:rsidR="000D7248" w:rsidRDefault="000D7248" w:rsidP="002716CE">
      <w:pPr>
        <w:jc w:val="center"/>
        <w:rPr>
          <w:sz w:val="24"/>
        </w:rPr>
      </w:pPr>
    </w:p>
    <w:p w:rsidR="000D7248" w:rsidRDefault="000D7248" w:rsidP="00236739">
      <w:pPr>
        <w:pStyle w:val="Heading2"/>
        <w:rPr>
          <w:b w:val="0"/>
          <w:bCs w:val="0"/>
          <w:sz w:val="24"/>
        </w:rPr>
      </w:pPr>
      <w:r>
        <w:t>Р Е Ш Е Н И Е</w:t>
      </w:r>
    </w:p>
    <w:p w:rsidR="000D7248" w:rsidRDefault="000D7248" w:rsidP="002716CE">
      <w:pPr>
        <w:jc w:val="center"/>
        <w:rPr>
          <w:sz w:val="28"/>
        </w:rPr>
      </w:pPr>
    </w:p>
    <w:p w:rsidR="000D7248" w:rsidRDefault="000D7248" w:rsidP="002716CE">
      <w:pPr>
        <w:jc w:val="center"/>
        <w:rPr>
          <w:sz w:val="28"/>
        </w:rPr>
      </w:pPr>
      <w:r>
        <w:rPr>
          <w:sz w:val="28"/>
        </w:rPr>
        <w:t>г. Щигры</w:t>
      </w:r>
    </w:p>
    <w:p w:rsidR="000D7248" w:rsidRPr="00901902" w:rsidRDefault="000D7248" w:rsidP="000D7161">
      <w:pPr>
        <w:tabs>
          <w:tab w:val="left" w:pos="8415"/>
          <w:tab w:val="left" w:pos="8475"/>
        </w:tabs>
        <w:rPr>
          <w:sz w:val="28"/>
        </w:rPr>
      </w:pPr>
      <w:r>
        <w:rPr>
          <w:sz w:val="28"/>
        </w:rPr>
        <w:tab/>
      </w:r>
    </w:p>
    <w:p w:rsidR="000D7248" w:rsidRPr="003F62A3" w:rsidRDefault="000D7248" w:rsidP="00AA5574">
      <w:pPr>
        <w:pStyle w:val="Heading3"/>
      </w:pPr>
      <w:r>
        <w:t>от 31 января 2017г.                                                                                                № 220 -3-ПС</w:t>
      </w:r>
    </w:p>
    <w:p w:rsidR="000D7248" w:rsidRDefault="000D7248" w:rsidP="004401E8"/>
    <w:p w:rsidR="000D7248" w:rsidRDefault="000D7248" w:rsidP="00FF52A9">
      <w:pPr>
        <w:jc w:val="both"/>
        <w:rPr>
          <w:b/>
          <w:sz w:val="24"/>
          <w:szCs w:val="24"/>
        </w:rPr>
      </w:pPr>
      <w:r w:rsidRPr="00FF52A9">
        <w:rPr>
          <w:b/>
          <w:sz w:val="24"/>
          <w:szCs w:val="24"/>
        </w:rPr>
        <w:t xml:space="preserve">О внесении изменений </w:t>
      </w:r>
      <w:r>
        <w:rPr>
          <w:b/>
          <w:sz w:val="24"/>
          <w:szCs w:val="24"/>
        </w:rPr>
        <w:t>в</w:t>
      </w:r>
      <w:r w:rsidRPr="00FF52A9">
        <w:rPr>
          <w:b/>
          <w:sz w:val="24"/>
          <w:szCs w:val="24"/>
        </w:rPr>
        <w:t xml:space="preserve"> Правил</w:t>
      </w:r>
      <w:r>
        <w:rPr>
          <w:b/>
          <w:sz w:val="24"/>
          <w:szCs w:val="24"/>
        </w:rPr>
        <w:t>а</w:t>
      </w:r>
    </w:p>
    <w:p w:rsidR="000D7248" w:rsidRPr="00FF52A9" w:rsidRDefault="000D7248" w:rsidP="00FF52A9">
      <w:pPr>
        <w:jc w:val="both"/>
        <w:rPr>
          <w:b/>
          <w:sz w:val="24"/>
          <w:szCs w:val="24"/>
        </w:rPr>
      </w:pPr>
      <w:r w:rsidRPr="00FF52A9">
        <w:rPr>
          <w:b/>
          <w:sz w:val="24"/>
          <w:szCs w:val="24"/>
        </w:rPr>
        <w:t xml:space="preserve"> землепользования и застройки </w:t>
      </w:r>
    </w:p>
    <w:p w:rsidR="000D7248" w:rsidRDefault="000D7248" w:rsidP="00FF52A9">
      <w:pPr>
        <w:jc w:val="both"/>
        <w:rPr>
          <w:b/>
          <w:sz w:val="24"/>
          <w:szCs w:val="24"/>
        </w:rPr>
      </w:pPr>
      <w:r w:rsidRPr="00FF52A9">
        <w:rPr>
          <w:b/>
          <w:sz w:val="24"/>
          <w:szCs w:val="24"/>
        </w:rPr>
        <w:t xml:space="preserve">муниципального образования </w:t>
      </w:r>
    </w:p>
    <w:p w:rsidR="000D7248" w:rsidRPr="00FF52A9" w:rsidRDefault="000D7248" w:rsidP="00FF52A9">
      <w:pPr>
        <w:jc w:val="both"/>
        <w:rPr>
          <w:b/>
          <w:sz w:val="24"/>
          <w:szCs w:val="24"/>
        </w:rPr>
      </w:pPr>
      <w:r w:rsidRPr="00FF52A9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Пригородненский</w:t>
      </w:r>
      <w:r w:rsidRPr="00FF52A9">
        <w:rPr>
          <w:b/>
          <w:sz w:val="24"/>
          <w:szCs w:val="24"/>
        </w:rPr>
        <w:t xml:space="preserve"> сельсовет» </w:t>
      </w:r>
    </w:p>
    <w:p w:rsidR="000D7248" w:rsidRDefault="000D7248" w:rsidP="00FF52A9">
      <w:pPr>
        <w:jc w:val="both"/>
        <w:rPr>
          <w:b/>
          <w:sz w:val="24"/>
          <w:szCs w:val="24"/>
        </w:rPr>
      </w:pPr>
      <w:r w:rsidRPr="00FF52A9">
        <w:rPr>
          <w:b/>
          <w:sz w:val="24"/>
          <w:szCs w:val="24"/>
        </w:rPr>
        <w:t xml:space="preserve">Щигровского района Курской области» </w:t>
      </w:r>
    </w:p>
    <w:p w:rsidR="000D7248" w:rsidRPr="00FF52A9" w:rsidRDefault="000D7248" w:rsidP="00FF52A9">
      <w:pPr>
        <w:jc w:val="both"/>
        <w:rPr>
          <w:b/>
          <w:sz w:val="24"/>
          <w:szCs w:val="24"/>
        </w:rPr>
      </w:pPr>
      <w:r w:rsidRPr="00FF52A9">
        <w:rPr>
          <w:b/>
          <w:sz w:val="24"/>
          <w:szCs w:val="24"/>
        </w:rPr>
        <w:t>(корректировка)</w:t>
      </w:r>
    </w:p>
    <w:p w:rsidR="000D7248" w:rsidRPr="00FF52A9" w:rsidRDefault="000D7248" w:rsidP="00FF52A9">
      <w:pPr>
        <w:jc w:val="both"/>
        <w:rPr>
          <w:b/>
          <w:sz w:val="24"/>
          <w:szCs w:val="24"/>
        </w:rPr>
      </w:pPr>
    </w:p>
    <w:p w:rsidR="000D7248" w:rsidRPr="00BC7C99" w:rsidRDefault="000D7248" w:rsidP="00FF52A9">
      <w:pPr>
        <w:jc w:val="both"/>
      </w:pPr>
    </w:p>
    <w:p w:rsidR="000D7248" w:rsidRDefault="000D7248" w:rsidP="00FF52A9">
      <w:pPr>
        <w:pStyle w:val="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ст. 32</w:t>
      </w:r>
      <w:r w:rsidRPr="00BC7C99">
        <w:rPr>
          <w:sz w:val="24"/>
          <w:szCs w:val="24"/>
        </w:rPr>
        <w:t xml:space="preserve"> Градостроительного кодекса РФ, федеральным законом от 06.10.2003г. № 131-ФЗ «Об общих принципах организации местного самоуправления в Российской Федерации», Уставом муниципального</w:t>
      </w:r>
      <w:r>
        <w:rPr>
          <w:sz w:val="24"/>
          <w:szCs w:val="24"/>
        </w:rPr>
        <w:t xml:space="preserve"> района</w:t>
      </w:r>
      <w:r w:rsidRPr="00BC7C99">
        <w:rPr>
          <w:sz w:val="24"/>
          <w:szCs w:val="24"/>
        </w:rPr>
        <w:t xml:space="preserve"> «Щигровский район» Курской области, </w:t>
      </w:r>
      <w:r w:rsidRPr="00976713">
        <w:rPr>
          <w:sz w:val="24"/>
          <w:szCs w:val="24"/>
        </w:rPr>
        <w:t>с учетом результат</w:t>
      </w:r>
      <w:r>
        <w:rPr>
          <w:sz w:val="24"/>
          <w:szCs w:val="24"/>
        </w:rPr>
        <w:t xml:space="preserve">ов публичных слушаний по проекту «Внесение изменений в Правила землепользования и застройки </w:t>
      </w:r>
      <w:r w:rsidRPr="00BC7C99">
        <w:rPr>
          <w:sz w:val="24"/>
          <w:szCs w:val="24"/>
        </w:rPr>
        <w:t xml:space="preserve">муниципального образования </w:t>
      </w:r>
      <w:r>
        <w:rPr>
          <w:sz w:val="24"/>
          <w:szCs w:val="24"/>
        </w:rPr>
        <w:t>«Пригородненский</w:t>
      </w:r>
      <w:r w:rsidRPr="00BC7C99">
        <w:rPr>
          <w:sz w:val="24"/>
          <w:szCs w:val="24"/>
        </w:rPr>
        <w:t xml:space="preserve"> сельсовет» Щигровского района Курской област</w:t>
      </w:r>
      <w:r>
        <w:rPr>
          <w:sz w:val="24"/>
          <w:szCs w:val="24"/>
        </w:rPr>
        <w:t>и», Представительное Собрание Щигровского района Курской области Решило:</w:t>
      </w:r>
    </w:p>
    <w:p w:rsidR="000D7248" w:rsidRDefault="000D7248" w:rsidP="00FF52A9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sz w:val="24"/>
          <w:szCs w:val="24"/>
        </w:rPr>
      </w:pPr>
    </w:p>
    <w:p w:rsidR="000D7248" w:rsidRDefault="000D7248" w:rsidP="00FF52A9">
      <w:pPr>
        <w:ind w:firstLine="709"/>
        <w:jc w:val="both"/>
        <w:rPr>
          <w:sz w:val="24"/>
          <w:szCs w:val="24"/>
        </w:rPr>
      </w:pPr>
      <w:r w:rsidRPr="00FF52A9">
        <w:rPr>
          <w:sz w:val="24"/>
          <w:szCs w:val="24"/>
        </w:rPr>
        <w:t>1.</w:t>
      </w:r>
      <w:r>
        <w:rPr>
          <w:sz w:val="24"/>
          <w:szCs w:val="24"/>
        </w:rPr>
        <w:t xml:space="preserve"> Внести</w:t>
      </w:r>
      <w:r w:rsidRPr="00FF52A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изменения </w:t>
      </w:r>
      <w:r w:rsidRPr="00FF52A9">
        <w:rPr>
          <w:sz w:val="24"/>
          <w:szCs w:val="24"/>
        </w:rPr>
        <w:t>в Правил</w:t>
      </w:r>
      <w:r>
        <w:rPr>
          <w:sz w:val="24"/>
          <w:szCs w:val="24"/>
        </w:rPr>
        <w:t>а</w:t>
      </w:r>
      <w:r w:rsidRPr="00FF52A9">
        <w:rPr>
          <w:sz w:val="24"/>
          <w:szCs w:val="24"/>
        </w:rPr>
        <w:t xml:space="preserve"> землепользования и застройки муниципального образования «</w:t>
      </w:r>
      <w:r>
        <w:rPr>
          <w:sz w:val="24"/>
          <w:szCs w:val="24"/>
        </w:rPr>
        <w:t>Пригородненский</w:t>
      </w:r>
      <w:r w:rsidRPr="00FF52A9">
        <w:rPr>
          <w:sz w:val="24"/>
          <w:szCs w:val="24"/>
        </w:rPr>
        <w:t xml:space="preserve"> сельсовет» Щигровского района Курской области» (корректировка)</w:t>
      </w:r>
      <w:r>
        <w:rPr>
          <w:sz w:val="24"/>
          <w:szCs w:val="24"/>
        </w:rPr>
        <w:t xml:space="preserve"> в части изложения пояснительной записки в новой редакции.</w:t>
      </w:r>
    </w:p>
    <w:p w:rsidR="000D7248" w:rsidRDefault="000D7248" w:rsidP="007F7E9C">
      <w:pPr>
        <w:ind w:firstLine="851"/>
        <w:jc w:val="both"/>
        <w:rPr>
          <w:sz w:val="24"/>
          <w:szCs w:val="24"/>
        </w:rPr>
      </w:pPr>
    </w:p>
    <w:p w:rsidR="000D7248" w:rsidRPr="00FF52A9" w:rsidRDefault="000D7248" w:rsidP="00D12278">
      <w:pPr>
        <w:ind w:firstLine="709"/>
        <w:jc w:val="both"/>
        <w:rPr>
          <w:sz w:val="24"/>
          <w:szCs w:val="24"/>
        </w:rPr>
      </w:pPr>
      <w:r w:rsidRPr="00FF52A9">
        <w:rPr>
          <w:sz w:val="24"/>
          <w:szCs w:val="24"/>
        </w:rPr>
        <w:t xml:space="preserve">2. Решение вступает в силу со дня его </w:t>
      </w:r>
      <w:r>
        <w:rPr>
          <w:sz w:val="24"/>
          <w:szCs w:val="24"/>
        </w:rPr>
        <w:t xml:space="preserve">официального </w:t>
      </w:r>
      <w:r w:rsidRPr="00FF52A9">
        <w:rPr>
          <w:sz w:val="24"/>
          <w:szCs w:val="24"/>
        </w:rPr>
        <w:t>опубликования.</w:t>
      </w:r>
    </w:p>
    <w:p w:rsidR="000D7248" w:rsidRPr="00FF52A9" w:rsidRDefault="000D7248" w:rsidP="0069486B">
      <w:pPr>
        <w:jc w:val="both"/>
        <w:rPr>
          <w:sz w:val="24"/>
          <w:szCs w:val="24"/>
        </w:rPr>
      </w:pPr>
    </w:p>
    <w:p w:rsidR="000D7248" w:rsidRPr="009D3992" w:rsidRDefault="000D7248" w:rsidP="002536F4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Г</w:t>
      </w:r>
      <w:r w:rsidRPr="009D3992">
        <w:rPr>
          <w:sz w:val="24"/>
          <w:szCs w:val="24"/>
        </w:rPr>
        <w:t>лава Щигровского района</w:t>
      </w:r>
    </w:p>
    <w:p w:rsidR="000D7248" w:rsidRPr="009D3992" w:rsidRDefault="000D7248" w:rsidP="005956ED">
      <w:pPr>
        <w:rPr>
          <w:sz w:val="24"/>
          <w:szCs w:val="24"/>
        </w:rPr>
      </w:pPr>
      <w:r w:rsidRPr="009D3992">
        <w:rPr>
          <w:sz w:val="24"/>
          <w:szCs w:val="24"/>
        </w:rPr>
        <w:t xml:space="preserve">Курской области                                                             </w:t>
      </w:r>
      <w:r>
        <w:rPr>
          <w:sz w:val="24"/>
          <w:szCs w:val="24"/>
        </w:rPr>
        <w:t xml:space="preserve">                           </w:t>
      </w:r>
      <w:r w:rsidRPr="009D3992">
        <w:rPr>
          <w:sz w:val="24"/>
          <w:szCs w:val="24"/>
        </w:rPr>
        <w:t xml:space="preserve">          </w:t>
      </w:r>
      <w:r>
        <w:rPr>
          <w:sz w:val="24"/>
          <w:szCs w:val="24"/>
        </w:rPr>
        <w:t>Ю.И. Астахов</w:t>
      </w:r>
    </w:p>
    <w:p w:rsidR="000D7248" w:rsidRDefault="000D7248" w:rsidP="005956ED">
      <w:pPr>
        <w:rPr>
          <w:sz w:val="24"/>
          <w:szCs w:val="24"/>
        </w:rPr>
      </w:pPr>
    </w:p>
    <w:p w:rsidR="000D7248" w:rsidRDefault="000D7248" w:rsidP="00233ACF">
      <w:r>
        <w:t>г. Щигры</w:t>
      </w:r>
    </w:p>
    <w:p w:rsidR="000D7248" w:rsidRDefault="000D7248" w:rsidP="00233ACF">
      <w:r>
        <w:t>31 января 2017г.</w:t>
      </w:r>
    </w:p>
    <w:p w:rsidR="000D7248" w:rsidRDefault="000D7248" w:rsidP="00233ACF">
      <w:r>
        <w:t>№ 22</w:t>
      </w:r>
      <w:bookmarkStart w:id="0" w:name="_GoBack"/>
      <w:bookmarkEnd w:id="0"/>
      <w:r>
        <w:t>0-3-ПС</w:t>
      </w:r>
    </w:p>
    <w:sectPr w:rsidR="000D7248" w:rsidSect="00135FE7">
      <w:headerReference w:type="even" r:id="rId8"/>
      <w:headerReference w:type="default" r:id="rId9"/>
      <w:footerReference w:type="default" r:id="rId10"/>
      <w:pgSz w:w="11906" w:h="16838" w:code="9"/>
      <w:pgMar w:top="964" w:right="85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248" w:rsidRDefault="000D7248">
      <w:r>
        <w:separator/>
      </w:r>
    </w:p>
  </w:endnote>
  <w:endnote w:type="continuationSeparator" w:id="0">
    <w:p w:rsidR="000D7248" w:rsidRDefault="000D72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248" w:rsidRDefault="000D7248" w:rsidP="002336C3">
    <w:pPr>
      <w:pStyle w:val="Footer"/>
      <w:rPr>
        <w:sz w:val="20"/>
        <w:szCs w:val="20"/>
        <w:lang w:val="ru-RU"/>
      </w:rPr>
    </w:pPr>
    <w:r>
      <w:rPr>
        <w:sz w:val="20"/>
        <w:szCs w:val="20"/>
        <w:lang w:val="ru-RU"/>
      </w:rPr>
      <w:t>Представительное Собрание Щигровского района Курской области                                      Решение № 194-3-ПС</w:t>
    </w:r>
  </w:p>
  <w:p w:rsidR="000D7248" w:rsidRPr="00135FE7" w:rsidRDefault="000D7248" w:rsidP="002336C3">
    <w:pPr>
      <w:pStyle w:val="Footer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        от 20 декабря 2016 г.</w:t>
    </w:r>
  </w:p>
  <w:p w:rsidR="000D7248" w:rsidRDefault="000D72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248" w:rsidRDefault="000D7248">
      <w:r>
        <w:separator/>
      </w:r>
    </w:p>
  </w:footnote>
  <w:footnote w:type="continuationSeparator" w:id="0">
    <w:p w:rsidR="000D7248" w:rsidRDefault="000D72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248" w:rsidRDefault="000D7248" w:rsidP="00D5621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D7248" w:rsidRDefault="000D724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248" w:rsidRDefault="000D7248" w:rsidP="00D5621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D7248" w:rsidRDefault="000D72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2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5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6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7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16CE"/>
    <w:rsid w:val="00004F59"/>
    <w:rsid w:val="00016B58"/>
    <w:rsid w:val="00026839"/>
    <w:rsid w:val="00032A89"/>
    <w:rsid w:val="00033011"/>
    <w:rsid w:val="00035E28"/>
    <w:rsid w:val="00040959"/>
    <w:rsid w:val="000474A5"/>
    <w:rsid w:val="00047626"/>
    <w:rsid w:val="00050F5D"/>
    <w:rsid w:val="00065931"/>
    <w:rsid w:val="00067772"/>
    <w:rsid w:val="00072BA9"/>
    <w:rsid w:val="000870CC"/>
    <w:rsid w:val="0008758F"/>
    <w:rsid w:val="000909BC"/>
    <w:rsid w:val="00090A7B"/>
    <w:rsid w:val="00090C07"/>
    <w:rsid w:val="00093001"/>
    <w:rsid w:val="000965E2"/>
    <w:rsid w:val="00097374"/>
    <w:rsid w:val="000A1593"/>
    <w:rsid w:val="000B485A"/>
    <w:rsid w:val="000B7657"/>
    <w:rsid w:val="000B770A"/>
    <w:rsid w:val="000C4F91"/>
    <w:rsid w:val="000C6CBC"/>
    <w:rsid w:val="000D1FF9"/>
    <w:rsid w:val="000D29DA"/>
    <w:rsid w:val="000D31C0"/>
    <w:rsid w:val="000D359D"/>
    <w:rsid w:val="000D425A"/>
    <w:rsid w:val="000D7161"/>
    <w:rsid w:val="000D7248"/>
    <w:rsid w:val="000F1716"/>
    <w:rsid w:val="001243F9"/>
    <w:rsid w:val="00133E96"/>
    <w:rsid w:val="00134828"/>
    <w:rsid w:val="00135FE7"/>
    <w:rsid w:val="001466F4"/>
    <w:rsid w:val="00146A3F"/>
    <w:rsid w:val="00147E88"/>
    <w:rsid w:val="00155BA7"/>
    <w:rsid w:val="00163412"/>
    <w:rsid w:val="00166643"/>
    <w:rsid w:val="001847A6"/>
    <w:rsid w:val="001915B9"/>
    <w:rsid w:val="00194CE5"/>
    <w:rsid w:val="00196698"/>
    <w:rsid w:val="001D7F8F"/>
    <w:rsid w:val="001F2330"/>
    <w:rsid w:val="001F36E2"/>
    <w:rsid w:val="002001FC"/>
    <w:rsid w:val="00205F83"/>
    <w:rsid w:val="00210082"/>
    <w:rsid w:val="002134DA"/>
    <w:rsid w:val="0021560D"/>
    <w:rsid w:val="002240CB"/>
    <w:rsid w:val="002336C3"/>
    <w:rsid w:val="00233ACF"/>
    <w:rsid w:val="00236004"/>
    <w:rsid w:val="00236739"/>
    <w:rsid w:val="002374F9"/>
    <w:rsid w:val="00243453"/>
    <w:rsid w:val="002536F4"/>
    <w:rsid w:val="00254E14"/>
    <w:rsid w:val="002634FD"/>
    <w:rsid w:val="002675E6"/>
    <w:rsid w:val="002716CE"/>
    <w:rsid w:val="00271D9C"/>
    <w:rsid w:val="00280002"/>
    <w:rsid w:val="002819BC"/>
    <w:rsid w:val="0028703F"/>
    <w:rsid w:val="00287101"/>
    <w:rsid w:val="00294DC7"/>
    <w:rsid w:val="002A25AD"/>
    <w:rsid w:val="002C2B72"/>
    <w:rsid w:val="002E406D"/>
    <w:rsid w:val="002E4C51"/>
    <w:rsid w:val="002E5980"/>
    <w:rsid w:val="002E6181"/>
    <w:rsid w:val="002F05D1"/>
    <w:rsid w:val="002F3F2C"/>
    <w:rsid w:val="002F410D"/>
    <w:rsid w:val="002F5545"/>
    <w:rsid w:val="002F757E"/>
    <w:rsid w:val="002F7B73"/>
    <w:rsid w:val="00300FF7"/>
    <w:rsid w:val="00313A52"/>
    <w:rsid w:val="00314381"/>
    <w:rsid w:val="003147B0"/>
    <w:rsid w:val="00316478"/>
    <w:rsid w:val="00320D6B"/>
    <w:rsid w:val="00321680"/>
    <w:rsid w:val="00322218"/>
    <w:rsid w:val="00322B1A"/>
    <w:rsid w:val="00323774"/>
    <w:rsid w:val="00333498"/>
    <w:rsid w:val="003527E4"/>
    <w:rsid w:val="00355D02"/>
    <w:rsid w:val="003602DD"/>
    <w:rsid w:val="003605FC"/>
    <w:rsid w:val="00365636"/>
    <w:rsid w:val="0037130F"/>
    <w:rsid w:val="00373CF7"/>
    <w:rsid w:val="00376B0F"/>
    <w:rsid w:val="00382729"/>
    <w:rsid w:val="00384421"/>
    <w:rsid w:val="0039151B"/>
    <w:rsid w:val="00392C6A"/>
    <w:rsid w:val="00394BBA"/>
    <w:rsid w:val="003966FB"/>
    <w:rsid w:val="003A78A3"/>
    <w:rsid w:val="003C3B35"/>
    <w:rsid w:val="003C464E"/>
    <w:rsid w:val="003D138A"/>
    <w:rsid w:val="003D69FE"/>
    <w:rsid w:val="003E5D8C"/>
    <w:rsid w:val="003F2344"/>
    <w:rsid w:val="003F62A3"/>
    <w:rsid w:val="003F6508"/>
    <w:rsid w:val="00402AD1"/>
    <w:rsid w:val="00405B52"/>
    <w:rsid w:val="0041447A"/>
    <w:rsid w:val="0041468C"/>
    <w:rsid w:val="0041630B"/>
    <w:rsid w:val="00423864"/>
    <w:rsid w:val="00423D62"/>
    <w:rsid w:val="0043011A"/>
    <w:rsid w:val="004346A4"/>
    <w:rsid w:val="00434873"/>
    <w:rsid w:val="0043553C"/>
    <w:rsid w:val="004372CC"/>
    <w:rsid w:val="004401E8"/>
    <w:rsid w:val="00451095"/>
    <w:rsid w:val="004522BB"/>
    <w:rsid w:val="00453148"/>
    <w:rsid w:val="00453985"/>
    <w:rsid w:val="00463BE2"/>
    <w:rsid w:val="00464E79"/>
    <w:rsid w:val="00480D1A"/>
    <w:rsid w:val="00487668"/>
    <w:rsid w:val="00494057"/>
    <w:rsid w:val="004941A9"/>
    <w:rsid w:val="004A1F13"/>
    <w:rsid w:val="004A77B3"/>
    <w:rsid w:val="004B2E51"/>
    <w:rsid w:val="004B40CD"/>
    <w:rsid w:val="004B74EE"/>
    <w:rsid w:val="004C18D7"/>
    <w:rsid w:val="004C7328"/>
    <w:rsid w:val="004D66B9"/>
    <w:rsid w:val="004E132B"/>
    <w:rsid w:val="004E6B31"/>
    <w:rsid w:val="004E7F4B"/>
    <w:rsid w:val="00503128"/>
    <w:rsid w:val="005031B5"/>
    <w:rsid w:val="0051024A"/>
    <w:rsid w:val="00514862"/>
    <w:rsid w:val="005236F4"/>
    <w:rsid w:val="00524979"/>
    <w:rsid w:val="00532146"/>
    <w:rsid w:val="005420DF"/>
    <w:rsid w:val="005442AE"/>
    <w:rsid w:val="00546585"/>
    <w:rsid w:val="00563CFE"/>
    <w:rsid w:val="00564177"/>
    <w:rsid w:val="00570232"/>
    <w:rsid w:val="00573432"/>
    <w:rsid w:val="00573925"/>
    <w:rsid w:val="00574C5B"/>
    <w:rsid w:val="0057624F"/>
    <w:rsid w:val="00584258"/>
    <w:rsid w:val="0059499A"/>
    <w:rsid w:val="005956ED"/>
    <w:rsid w:val="005A0AD3"/>
    <w:rsid w:val="005A5BD9"/>
    <w:rsid w:val="005B0712"/>
    <w:rsid w:val="005B61EF"/>
    <w:rsid w:val="005B7076"/>
    <w:rsid w:val="005C1153"/>
    <w:rsid w:val="005D4B0F"/>
    <w:rsid w:val="005D6599"/>
    <w:rsid w:val="005D6C60"/>
    <w:rsid w:val="005E269E"/>
    <w:rsid w:val="005E4635"/>
    <w:rsid w:val="005E7613"/>
    <w:rsid w:val="00600B1D"/>
    <w:rsid w:val="00605E6F"/>
    <w:rsid w:val="006078B2"/>
    <w:rsid w:val="00613439"/>
    <w:rsid w:val="006151C6"/>
    <w:rsid w:val="00622C51"/>
    <w:rsid w:val="006241FD"/>
    <w:rsid w:val="0063163B"/>
    <w:rsid w:val="006326F0"/>
    <w:rsid w:val="00637A87"/>
    <w:rsid w:val="006415F2"/>
    <w:rsid w:val="00645044"/>
    <w:rsid w:val="00647504"/>
    <w:rsid w:val="00657490"/>
    <w:rsid w:val="006616F4"/>
    <w:rsid w:val="00665406"/>
    <w:rsid w:val="00671A59"/>
    <w:rsid w:val="0067364C"/>
    <w:rsid w:val="00681681"/>
    <w:rsid w:val="00683C61"/>
    <w:rsid w:val="0069486B"/>
    <w:rsid w:val="006B10F9"/>
    <w:rsid w:val="006C0900"/>
    <w:rsid w:val="006C1DB8"/>
    <w:rsid w:val="006D62C7"/>
    <w:rsid w:val="006E0C7A"/>
    <w:rsid w:val="006E4089"/>
    <w:rsid w:val="006F7700"/>
    <w:rsid w:val="007168B4"/>
    <w:rsid w:val="00723964"/>
    <w:rsid w:val="007245EC"/>
    <w:rsid w:val="00725F26"/>
    <w:rsid w:val="00736DE1"/>
    <w:rsid w:val="00742B4E"/>
    <w:rsid w:val="00745E58"/>
    <w:rsid w:val="0074746E"/>
    <w:rsid w:val="007530C6"/>
    <w:rsid w:val="0076255F"/>
    <w:rsid w:val="007705A7"/>
    <w:rsid w:val="00787EFA"/>
    <w:rsid w:val="00793B66"/>
    <w:rsid w:val="007C366D"/>
    <w:rsid w:val="007C7F6C"/>
    <w:rsid w:val="007D3215"/>
    <w:rsid w:val="007E165A"/>
    <w:rsid w:val="007E5240"/>
    <w:rsid w:val="007F5BFE"/>
    <w:rsid w:val="007F7E9C"/>
    <w:rsid w:val="00800C38"/>
    <w:rsid w:val="00800D9C"/>
    <w:rsid w:val="0080589D"/>
    <w:rsid w:val="00805D37"/>
    <w:rsid w:val="008238D3"/>
    <w:rsid w:val="008379EB"/>
    <w:rsid w:val="008424A8"/>
    <w:rsid w:val="00853D79"/>
    <w:rsid w:val="00855B6A"/>
    <w:rsid w:val="00861296"/>
    <w:rsid w:val="00863027"/>
    <w:rsid w:val="0086686D"/>
    <w:rsid w:val="0087397F"/>
    <w:rsid w:val="008829EC"/>
    <w:rsid w:val="0089191E"/>
    <w:rsid w:val="00893A30"/>
    <w:rsid w:val="00895C57"/>
    <w:rsid w:val="008A7491"/>
    <w:rsid w:val="008B4BB2"/>
    <w:rsid w:val="008B5769"/>
    <w:rsid w:val="008C02AA"/>
    <w:rsid w:val="008C62C9"/>
    <w:rsid w:val="008C6C4C"/>
    <w:rsid w:val="008D1D75"/>
    <w:rsid w:val="008D2929"/>
    <w:rsid w:val="008D6B7B"/>
    <w:rsid w:val="008E2680"/>
    <w:rsid w:val="008E3687"/>
    <w:rsid w:val="008E4B36"/>
    <w:rsid w:val="008E72A1"/>
    <w:rsid w:val="00901902"/>
    <w:rsid w:val="00905F34"/>
    <w:rsid w:val="0091043C"/>
    <w:rsid w:val="00926ED3"/>
    <w:rsid w:val="00927910"/>
    <w:rsid w:val="00944D1A"/>
    <w:rsid w:val="009452CF"/>
    <w:rsid w:val="00946B06"/>
    <w:rsid w:val="0095477F"/>
    <w:rsid w:val="00960C2A"/>
    <w:rsid w:val="00962CE5"/>
    <w:rsid w:val="009669C0"/>
    <w:rsid w:val="00976713"/>
    <w:rsid w:val="0097683D"/>
    <w:rsid w:val="009871B6"/>
    <w:rsid w:val="00994853"/>
    <w:rsid w:val="009974ED"/>
    <w:rsid w:val="009A0B61"/>
    <w:rsid w:val="009A396B"/>
    <w:rsid w:val="009B5F5B"/>
    <w:rsid w:val="009B6049"/>
    <w:rsid w:val="009B64D1"/>
    <w:rsid w:val="009B7A4E"/>
    <w:rsid w:val="009C4D4D"/>
    <w:rsid w:val="009D3992"/>
    <w:rsid w:val="009D3E53"/>
    <w:rsid w:val="009E301E"/>
    <w:rsid w:val="009E769C"/>
    <w:rsid w:val="009F5A0E"/>
    <w:rsid w:val="009F6ACA"/>
    <w:rsid w:val="00A00465"/>
    <w:rsid w:val="00A02D47"/>
    <w:rsid w:val="00A02FA9"/>
    <w:rsid w:val="00A0780B"/>
    <w:rsid w:val="00A07AF4"/>
    <w:rsid w:val="00A16612"/>
    <w:rsid w:val="00A221B5"/>
    <w:rsid w:val="00A30DDC"/>
    <w:rsid w:val="00A362D8"/>
    <w:rsid w:val="00A437E3"/>
    <w:rsid w:val="00A55215"/>
    <w:rsid w:val="00A574B2"/>
    <w:rsid w:val="00A6453C"/>
    <w:rsid w:val="00A67EE6"/>
    <w:rsid w:val="00A7012C"/>
    <w:rsid w:val="00A8273C"/>
    <w:rsid w:val="00A84902"/>
    <w:rsid w:val="00A858F1"/>
    <w:rsid w:val="00A862C2"/>
    <w:rsid w:val="00A86BC9"/>
    <w:rsid w:val="00A8752C"/>
    <w:rsid w:val="00A9638F"/>
    <w:rsid w:val="00AA5574"/>
    <w:rsid w:val="00AB0494"/>
    <w:rsid w:val="00AB225C"/>
    <w:rsid w:val="00AB7064"/>
    <w:rsid w:val="00AB76D1"/>
    <w:rsid w:val="00AD1B19"/>
    <w:rsid w:val="00AD488D"/>
    <w:rsid w:val="00AD58B6"/>
    <w:rsid w:val="00AF056D"/>
    <w:rsid w:val="00AF6E4D"/>
    <w:rsid w:val="00B11B04"/>
    <w:rsid w:val="00B137CB"/>
    <w:rsid w:val="00B3154E"/>
    <w:rsid w:val="00B549EC"/>
    <w:rsid w:val="00B6405E"/>
    <w:rsid w:val="00B64264"/>
    <w:rsid w:val="00B67DA6"/>
    <w:rsid w:val="00B87CDF"/>
    <w:rsid w:val="00B91906"/>
    <w:rsid w:val="00B92F1A"/>
    <w:rsid w:val="00B93D60"/>
    <w:rsid w:val="00BA14CE"/>
    <w:rsid w:val="00BA29AD"/>
    <w:rsid w:val="00BA3EC5"/>
    <w:rsid w:val="00BB3710"/>
    <w:rsid w:val="00BB5EAC"/>
    <w:rsid w:val="00BB671E"/>
    <w:rsid w:val="00BC11A4"/>
    <w:rsid w:val="00BC6670"/>
    <w:rsid w:val="00BC7C99"/>
    <w:rsid w:val="00BD1DFE"/>
    <w:rsid w:val="00BD348C"/>
    <w:rsid w:val="00BD6A43"/>
    <w:rsid w:val="00BE233D"/>
    <w:rsid w:val="00BE39A8"/>
    <w:rsid w:val="00BE7416"/>
    <w:rsid w:val="00C024BC"/>
    <w:rsid w:val="00C20314"/>
    <w:rsid w:val="00C22F22"/>
    <w:rsid w:val="00C2317A"/>
    <w:rsid w:val="00C24163"/>
    <w:rsid w:val="00C252A3"/>
    <w:rsid w:val="00C253FA"/>
    <w:rsid w:val="00C25B36"/>
    <w:rsid w:val="00C272D2"/>
    <w:rsid w:val="00C3710D"/>
    <w:rsid w:val="00C40717"/>
    <w:rsid w:val="00C409C1"/>
    <w:rsid w:val="00C40BBB"/>
    <w:rsid w:val="00C42227"/>
    <w:rsid w:val="00C441D0"/>
    <w:rsid w:val="00C44674"/>
    <w:rsid w:val="00C52F5B"/>
    <w:rsid w:val="00C54897"/>
    <w:rsid w:val="00C60D05"/>
    <w:rsid w:val="00C63F97"/>
    <w:rsid w:val="00C70A60"/>
    <w:rsid w:val="00C77438"/>
    <w:rsid w:val="00C94A30"/>
    <w:rsid w:val="00C96DF4"/>
    <w:rsid w:val="00CA04FD"/>
    <w:rsid w:val="00CA3762"/>
    <w:rsid w:val="00CC2A79"/>
    <w:rsid w:val="00CC389B"/>
    <w:rsid w:val="00CC4CAB"/>
    <w:rsid w:val="00CD0C9A"/>
    <w:rsid w:val="00CD4984"/>
    <w:rsid w:val="00CF4FBD"/>
    <w:rsid w:val="00D060D6"/>
    <w:rsid w:val="00D12278"/>
    <w:rsid w:val="00D26183"/>
    <w:rsid w:val="00D27584"/>
    <w:rsid w:val="00D3420F"/>
    <w:rsid w:val="00D40645"/>
    <w:rsid w:val="00D43361"/>
    <w:rsid w:val="00D447FB"/>
    <w:rsid w:val="00D45CC9"/>
    <w:rsid w:val="00D4777D"/>
    <w:rsid w:val="00D54621"/>
    <w:rsid w:val="00D56219"/>
    <w:rsid w:val="00D63D5F"/>
    <w:rsid w:val="00D647B6"/>
    <w:rsid w:val="00D659D8"/>
    <w:rsid w:val="00D7117D"/>
    <w:rsid w:val="00D74989"/>
    <w:rsid w:val="00D75121"/>
    <w:rsid w:val="00D779EC"/>
    <w:rsid w:val="00D82B1B"/>
    <w:rsid w:val="00D91E7A"/>
    <w:rsid w:val="00D96422"/>
    <w:rsid w:val="00DA51F0"/>
    <w:rsid w:val="00DA67E9"/>
    <w:rsid w:val="00DA6876"/>
    <w:rsid w:val="00DB7CB6"/>
    <w:rsid w:val="00DC111C"/>
    <w:rsid w:val="00DC7FB0"/>
    <w:rsid w:val="00DF45E2"/>
    <w:rsid w:val="00E02697"/>
    <w:rsid w:val="00E1084A"/>
    <w:rsid w:val="00E12BF3"/>
    <w:rsid w:val="00E2792C"/>
    <w:rsid w:val="00E32D6C"/>
    <w:rsid w:val="00E347C0"/>
    <w:rsid w:val="00E3727A"/>
    <w:rsid w:val="00E441E4"/>
    <w:rsid w:val="00E517C9"/>
    <w:rsid w:val="00E52A29"/>
    <w:rsid w:val="00E52FB3"/>
    <w:rsid w:val="00E53455"/>
    <w:rsid w:val="00E66002"/>
    <w:rsid w:val="00E667FB"/>
    <w:rsid w:val="00E7476A"/>
    <w:rsid w:val="00E76EBD"/>
    <w:rsid w:val="00E850FA"/>
    <w:rsid w:val="00E87751"/>
    <w:rsid w:val="00E87DD1"/>
    <w:rsid w:val="00E94B7B"/>
    <w:rsid w:val="00EA1983"/>
    <w:rsid w:val="00EA5550"/>
    <w:rsid w:val="00EC1D76"/>
    <w:rsid w:val="00ED1C7A"/>
    <w:rsid w:val="00ED44B2"/>
    <w:rsid w:val="00ED78F6"/>
    <w:rsid w:val="00EE5775"/>
    <w:rsid w:val="00F0274C"/>
    <w:rsid w:val="00F036F3"/>
    <w:rsid w:val="00F0615B"/>
    <w:rsid w:val="00F1514C"/>
    <w:rsid w:val="00F15827"/>
    <w:rsid w:val="00F26542"/>
    <w:rsid w:val="00F26C6D"/>
    <w:rsid w:val="00F323B9"/>
    <w:rsid w:val="00F4556D"/>
    <w:rsid w:val="00F46D68"/>
    <w:rsid w:val="00F57016"/>
    <w:rsid w:val="00F60F36"/>
    <w:rsid w:val="00F63236"/>
    <w:rsid w:val="00F649B5"/>
    <w:rsid w:val="00F7637B"/>
    <w:rsid w:val="00F7742E"/>
    <w:rsid w:val="00F855F3"/>
    <w:rsid w:val="00FA564D"/>
    <w:rsid w:val="00FA5D7C"/>
    <w:rsid w:val="00FA771B"/>
    <w:rsid w:val="00FD1B5B"/>
    <w:rsid w:val="00FD221C"/>
    <w:rsid w:val="00FF37D7"/>
    <w:rsid w:val="00FF5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Heading1">
    <w:name w:val="heading 1"/>
    <w:aliases w:val="Раздел Договора,H1,&quot;Алмаз&quot;"/>
    <w:basedOn w:val="Normal"/>
    <w:next w:val="Normal"/>
    <w:link w:val="Heading1Char"/>
    <w:uiPriority w:val="99"/>
    <w:qFormat/>
    <w:rsid w:val="002716CE"/>
    <w:pPr>
      <w:keepNext/>
      <w:jc w:val="center"/>
      <w:outlineLvl w:val="0"/>
    </w:pPr>
    <w:rPr>
      <w:sz w:val="36"/>
    </w:rPr>
  </w:style>
  <w:style w:type="paragraph" w:styleId="Heading2">
    <w:name w:val="heading 2"/>
    <w:aliases w:val="H2,&quot;Изумруд&quot;"/>
    <w:basedOn w:val="Normal"/>
    <w:next w:val="Normal"/>
    <w:link w:val="Heading2Char"/>
    <w:uiPriority w:val="99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16CE"/>
    <w:pPr>
      <w:keepNext/>
      <w:jc w:val="both"/>
      <w:outlineLvl w:val="2"/>
    </w:pPr>
    <w:rPr>
      <w:sz w:val="24"/>
    </w:rPr>
  </w:style>
  <w:style w:type="paragraph" w:styleId="Heading6">
    <w:name w:val="heading 6"/>
    <w:aliases w:val="H6"/>
    <w:basedOn w:val="Normal"/>
    <w:next w:val="Normal"/>
    <w:link w:val="Heading6Char"/>
    <w:uiPriority w:val="99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DefaultParagraphFont"/>
    <w:link w:val="Heading1"/>
    <w:uiPriority w:val="99"/>
    <w:locked/>
    <w:rsid w:val="007705A7"/>
    <w:rPr>
      <w:sz w:val="36"/>
    </w:rPr>
  </w:style>
  <w:style w:type="character" w:customStyle="1" w:styleId="Heading2Char">
    <w:name w:val="Heading 2 Char"/>
    <w:aliases w:val="H2 Char,&quot;Изумруд&quot; Char"/>
    <w:basedOn w:val="DefaultParagraphFont"/>
    <w:link w:val="Heading2"/>
    <w:uiPriority w:val="9"/>
    <w:semiHidden/>
    <w:rsid w:val="0086183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183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6Char">
    <w:name w:val="Heading 6 Char"/>
    <w:aliases w:val="H6 Char"/>
    <w:basedOn w:val="DefaultParagraphFont"/>
    <w:link w:val="Heading6"/>
    <w:uiPriority w:val="9"/>
    <w:semiHidden/>
    <w:rsid w:val="0086183C"/>
    <w:rPr>
      <w:rFonts w:asciiTheme="minorHAnsi" w:eastAsiaTheme="minorEastAsia" w:hAnsiTheme="minorHAnsi" w:cstheme="minorBidi"/>
      <w:b/>
      <w:bCs/>
    </w:rPr>
  </w:style>
  <w:style w:type="table" w:styleId="TableGrid">
    <w:name w:val="Table Grid"/>
    <w:basedOn w:val="TableNormal"/>
    <w:uiPriority w:val="99"/>
    <w:rsid w:val="00CF4FB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6183C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336C3"/>
    <w:rPr>
      <w:rFonts w:cs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135FE7"/>
    <w:rPr>
      <w:rFonts w:cs="Times New Roman"/>
    </w:rPr>
  </w:style>
  <w:style w:type="paragraph" w:customStyle="1" w:styleId="ConsNormal">
    <w:name w:val="ConsNormal"/>
    <w:uiPriority w:val="99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705A7"/>
    <w:rPr>
      <w:sz w:val="28"/>
    </w:rPr>
  </w:style>
  <w:style w:type="paragraph" w:customStyle="1" w:styleId="ConsPlusNormal">
    <w:name w:val="ConsPlusNormal"/>
    <w:next w:val="Normal"/>
    <w:uiPriority w:val="99"/>
    <w:rsid w:val="003F6508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8E4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E4B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7012C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55D02"/>
    <w:pPr>
      <w:ind w:left="720"/>
      <w:contextualSpacing/>
    </w:pPr>
  </w:style>
  <w:style w:type="character" w:customStyle="1" w:styleId="a">
    <w:name w:val="Основной текст_"/>
    <w:link w:val="1"/>
    <w:uiPriority w:val="99"/>
    <w:locked/>
    <w:rsid w:val="00FF52A9"/>
    <w:rPr>
      <w:sz w:val="26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FF52A9"/>
    <w:pPr>
      <w:shd w:val="clear" w:color="auto" w:fill="FFFFFF"/>
      <w:overflowPunct/>
      <w:autoSpaceDE/>
      <w:autoSpaceDN/>
      <w:adjustRightInd/>
      <w:spacing w:after="840" w:line="240" w:lineRule="atLeast"/>
      <w:textAlignment w:val="auto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58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211</Words>
  <Characters>1203</Characters>
  <Application>Microsoft Office Outlook</Application>
  <DocSecurity>0</DocSecurity>
  <Lines>0</Lines>
  <Paragraphs>0</Paragraphs>
  <ScaleCrop>false</ScaleCrop>
  <Company>Tycoon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Uzer</dc:creator>
  <cp:keywords/>
  <dc:description/>
  <cp:lastModifiedBy>UZER</cp:lastModifiedBy>
  <cp:revision>2</cp:revision>
  <cp:lastPrinted>2017-01-31T11:28:00Z</cp:lastPrinted>
  <dcterms:created xsi:type="dcterms:W3CDTF">2017-02-15T13:59:00Z</dcterms:created>
  <dcterms:modified xsi:type="dcterms:W3CDTF">2017-02-15T13:59:00Z</dcterms:modified>
</cp:coreProperties>
</file>